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0" t="0" r="11430" b="241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" fillcolor="#9bbb59 [3206]" strokecolor="#4e6128 [1606]" strokeweight="2pt"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345" w:rsidRPr="00FA5AAE" w:rsidRDefault="00DA3345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A3345" w:rsidRPr="00DA22FF" w:rsidRDefault="00DA3345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>
                              <w:t xml:space="preserve"> N0 27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DA3345" w:rsidRPr="00DA22FF" w:rsidRDefault="00DA3345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>
                        <w:t xml:space="preserve"> N0 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345" w:rsidRDefault="00DA3345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March </w:t>
                            </w:r>
                          </w:p>
                          <w:p w:rsidR="00DA3345" w:rsidRPr="00B44828" w:rsidRDefault="00DA3345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DA3345" w:rsidRPr="002F5063" w:rsidRDefault="00DA3345" w:rsidP="00A54DBA">
                            <w:pPr>
                              <w:pStyle w:val="Ttulo3"/>
                              <w:jc w:val="center"/>
                            </w:pPr>
                            <w:r>
                              <w:t>Week 27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DA3345" w:rsidRDefault="00DA3345" w:rsidP="00A54DBA">
                      <w:pPr>
                        <w:pStyle w:val="Ttulo3"/>
                        <w:jc w:val="center"/>
                      </w:pPr>
                      <w:r>
                        <w:t xml:space="preserve">March </w:t>
                      </w:r>
                    </w:p>
                    <w:p w:rsidR="00DA3345" w:rsidRPr="00B44828" w:rsidRDefault="00DA3345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DA3345" w:rsidRPr="002F5063" w:rsidRDefault="00DA3345" w:rsidP="00A54DBA">
                      <w:pPr>
                        <w:pStyle w:val="Ttulo3"/>
                        <w:jc w:val="center"/>
                      </w:pPr>
                      <w:r>
                        <w:t>Week 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345" w:rsidRPr="00872ADF" w:rsidRDefault="00DA3345" w:rsidP="00F81CAA">
                            <w:pPr>
                              <w:pStyle w:val="Ttulo1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How we organize ourselves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3D16CA" w:rsidRPr="00872ADF" w:rsidRDefault="003D16CA" w:rsidP="00F81CAA">
                      <w:pPr>
                        <w:pStyle w:val="Ttulo1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How we organize ourselves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76200" t="57150" r="76200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7bY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" fillcolor="#f79646 [3209]" strokecolor="white [3201]" strokeweight="3pt"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3653155</wp:posOffset>
                </wp:positionV>
                <wp:extent cx="3394710" cy="6499860"/>
                <wp:effectExtent l="57150" t="38100" r="72390" b="9144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499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345" w:rsidRDefault="00DA3345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Monday 12th</w:t>
                            </w:r>
                          </w:p>
                          <w:p w:rsidR="00DA3345" w:rsidRDefault="00097FF7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Reports third period</w:t>
                            </w:r>
                          </w:p>
                          <w:p w:rsidR="00DA3345" w:rsidRPr="00F10B09" w:rsidRDefault="00DA3345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11:50-12:25</w:t>
                            </w:r>
                          </w:p>
                          <w:p w:rsidR="006B374F" w:rsidRDefault="006B374F" w:rsidP="006B374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Reports third period</w:t>
                            </w:r>
                          </w:p>
                          <w:p w:rsidR="00DA3345" w:rsidRPr="00F10B09" w:rsidRDefault="00DA3345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A3345" w:rsidRPr="00944FC2" w:rsidRDefault="00DA3345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Tuesday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13</w:t>
                            </w:r>
                            <w:r w:rsidRPr="00DA3345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DA3345" w:rsidRPr="00F10B09" w:rsidRDefault="00DA3345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Extra support session</w:t>
                            </w:r>
                          </w:p>
                          <w:p w:rsidR="00DA3345" w:rsidRPr="00F10B09" w:rsidRDefault="00097FF7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Mark</w:t>
                            </w:r>
                            <w:r w:rsidR="00DA3345" w:rsidRPr="00F10B09">
                              <w:rPr>
                                <w:lang w:val="en-US"/>
                              </w:rPr>
                              <w:t xml:space="preserve"> is on duty </w:t>
                            </w:r>
                          </w:p>
                          <w:p w:rsidR="00DA3345" w:rsidRPr="00F10B09" w:rsidRDefault="00DA3345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A3345" w:rsidRDefault="00DA3345" w:rsidP="002453D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Wednesday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097FF7">
                              <w:rPr>
                                <w:b/>
                                <w:u w:val="single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</w:p>
                          <w:p w:rsidR="00097FF7" w:rsidRDefault="00097FF7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Reports third period</w:t>
                            </w:r>
                          </w:p>
                          <w:p w:rsidR="00DA3345" w:rsidRPr="00F10B09" w:rsidRDefault="00DA3345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A3345" w:rsidRDefault="00DA3345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F10B09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Thursday </w:t>
                            </w:r>
                            <w:r w:rsidR="00097FF7">
                              <w:rPr>
                                <w:b/>
                                <w:u w:val="single"/>
                                <w:lang w:val="en-US"/>
                              </w:rPr>
                              <w:t>15</w:t>
                            </w:r>
                            <w:r w:rsidRPr="00F10B09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097FF7" w:rsidRDefault="00097FF7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Reports third period</w:t>
                            </w:r>
                          </w:p>
                          <w:p w:rsidR="00DA3345" w:rsidRDefault="00097FF7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Friday 16</w:t>
                            </w:r>
                            <w:r w:rsidR="00DA3345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th </w:t>
                            </w:r>
                          </w:p>
                          <w:p w:rsidR="00097FF7" w:rsidRDefault="00097FF7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 xml:space="preserve">Work by pairs </w:t>
                            </w:r>
                          </w:p>
                          <w:p w:rsidR="00097FF7" w:rsidRDefault="00097FF7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097FF7" w:rsidRPr="00097FF7" w:rsidRDefault="00097FF7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</w:p>
                          <w:p w:rsidR="00DA3345" w:rsidRDefault="00DA3345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</w:p>
                          <w:p w:rsidR="00DA3345" w:rsidRPr="009153F0" w:rsidRDefault="00DA3345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Note taker: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Sidey</w:t>
                            </w:r>
                            <w:proofErr w:type="spellEnd"/>
                          </w:p>
                          <w:p w:rsidR="00DA3345" w:rsidRPr="008C416F" w:rsidRDefault="00DA3345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Time keeper: 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Clau</w:t>
                            </w:r>
                            <w:proofErr w:type="spellEnd"/>
                          </w:p>
                          <w:p w:rsidR="00DA3345" w:rsidRDefault="00DA3345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A3345" w:rsidRPr="00551501" w:rsidRDefault="00DA3345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Dear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team, this agenda is</w:t>
                            </w: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subject to change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.</w:t>
                            </w:r>
                          </w:p>
                          <w:p w:rsidR="00DA3345" w:rsidRPr="00AD13D0" w:rsidRDefault="00DA3345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DA3345" w:rsidRPr="00AD13D0" w:rsidRDefault="00DA3345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A3345" w:rsidRPr="00D02D5F" w:rsidRDefault="00DA3345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97.35pt;margin-top:287.65pt;width:267.3pt;height:511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o:lock v:ext="edit" shapetype="t"/>
                <v:textbox inset="2.85pt,2.85pt,2.85pt,2.85pt">
                  <w:txbxContent>
                    <w:p w:rsidR="00DA3345" w:rsidRDefault="00DA3345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Monday 12th</w:t>
                      </w:r>
                    </w:p>
                    <w:p w:rsidR="00DA3345" w:rsidRDefault="00097FF7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Reports third period</w:t>
                      </w:r>
                    </w:p>
                    <w:p w:rsidR="00DA3345" w:rsidRPr="00F10B09" w:rsidRDefault="00DA3345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11:50-12:25</w:t>
                      </w:r>
                    </w:p>
                    <w:p w:rsidR="006B374F" w:rsidRDefault="006B374F" w:rsidP="006B374F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Reports third period</w:t>
                      </w:r>
                    </w:p>
                    <w:p w:rsidR="00DA3345" w:rsidRPr="00F10B09" w:rsidRDefault="00DA3345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A3345" w:rsidRPr="00944FC2" w:rsidRDefault="00DA3345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Tuesday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13</w:t>
                      </w:r>
                      <w:r w:rsidRPr="00DA3345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DA3345" w:rsidRPr="00F10B09" w:rsidRDefault="00DA3345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Extra support session</w:t>
                      </w:r>
                    </w:p>
                    <w:p w:rsidR="00DA3345" w:rsidRPr="00F10B09" w:rsidRDefault="00097FF7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Mark</w:t>
                      </w:r>
                      <w:r w:rsidR="00DA3345" w:rsidRPr="00F10B09">
                        <w:rPr>
                          <w:lang w:val="en-US"/>
                        </w:rPr>
                        <w:t xml:space="preserve"> is on duty </w:t>
                      </w:r>
                    </w:p>
                    <w:p w:rsidR="00DA3345" w:rsidRPr="00F10B09" w:rsidRDefault="00DA3345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A3345" w:rsidRDefault="00DA3345" w:rsidP="002453DF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Wednesday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  <w:r w:rsidR="00097FF7">
                        <w:rPr>
                          <w:b/>
                          <w:u w:val="single"/>
                          <w:lang w:val="en-US"/>
                        </w:rPr>
                        <w:t>14</w:t>
                      </w:r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 xml:space="preserve">th </w:t>
                      </w:r>
                    </w:p>
                    <w:p w:rsidR="00097FF7" w:rsidRDefault="00097FF7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Reports third period</w:t>
                      </w:r>
                    </w:p>
                    <w:p w:rsidR="00DA3345" w:rsidRPr="00F10B09" w:rsidRDefault="00DA3345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A3345" w:rsidRDefault="00DA3345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 w:rsidRPr="00F10B09">
                        <w:rPr>
                          <w:b/>
                          <w:u w:val="single"/>
                          <w:lang w:val="en-US"/>
                        </w:rPr>
                        <w:t xml:space="preserve">Thursday </w:t>
                      </w:r>
                      <w:r w:rsidR="00097FF7">
                        <w:rPr>
                          <w:b/>
                          <w:u w:val="single"/>
                          <w:lang w:val="en-US"/>
                        </w:rPr>
                        <w:t>15</w:t>
                      </w:r>
                      <w:r w:rsidRPr="00F10B09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097FF7" w:rsidRDefault="00097FF7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Reports third period</w:t>
                      </w:r>
                    </w:p>
                    <w:p w:rsidR="00DA3345" w:rsidRDefault="00097FF7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Friday 16</w:t>
                      </w:r>
                      <w:r w:rsidR="00DA3345">
                        <w:rPr>
                          <w:b/>
                          <w:u w:val="single"/>
                          <w:lang w:val="en-US"/>
                        </w:rPr>
                        <w:t xml:space="preserve">th </w:t>
                      </w:r>
                    </w:p>
                    <w:p w:rsidR="00097FF7" w:rsidRDefault="00097FF7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 xml:space="preserve">Work by pairs </w:t>
                      </w:r>
                    </w:p>
                    <w:p w:rsidR="00097FF7" w:rsidRDefault="00097FF7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14:00-15:00</w:t>
                      </w:r>
                    </w:p>
                    <w:p w:rsidR="00097FF7" w:rsidRPr="00097FF7" w:rsidRDefault="00097FF7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</w:p>
                    <w:p w:rsidR="00DA3345" w:rsidRDefault="00DA3345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</w:p>
                    <w:p w:rsidR="00DA3345" w:rsidRPr="009153F0" w:rsidRDefault="00DA3345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Note taker: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Sidey</w:t>
                      </w:r>
                      <w:proofErr w:type="spellEnd"/>
                    </w:p>
                    <w:p w:rsidR="00DA3345" w:rsidRPr="008C416F" w:rsidRDefault="00DA3345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Time keeper: 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Clau</w:t>
                      </w:r>
                      <w:proofErr w:type="spellEnd"/>
                    </w:p>
                    <w:p w:rsidR="00DA3345" w:rsidRDefault="00DA3345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</w:p>
                    <w:p w:rsidR="00DA3345" w:rsidRPr="00551501" w:rsidRDefault="00DA3345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Dear </w:t>
                      </w:r>
                      <w:r>
                        <w:rPr>
                          <w:b/>
                          <w:lang w:val="en-US"/>
                        </w:rPr>
                        <w:t>team, this agenda is</w:t>
                      </w:r>
                      <w:r w:rsidRPr="00AD13D0">
                        <w:rPr>
                          <w:b/>
                          <w:lang w:val="en-US"/>
                        </w:rPr>
                        <w:t xml:space="preserve"> subject to change</w:t>
                      </w:r>
                      <w:r>
                        <w:rPr>
                          <w:b/>
                          <w:lang w:val="en-US"/>
                        </w:rPr>
                        <w:t>.</w:t>
                      </w:r>
                    </w:p>
                    <w:p w:rsidR="00DA3345" w:rsidRPr="00AD13D0" w:rsidRDefault="00DA3345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DA3345" w:rsidRPr="00AD13D0" w:rsidRDefault="00DA3345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DA3345" w:rsidRPr="00D02D5F" w:rsidRDefault="00DA3345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B77B4"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ullet1"/>
      </v:shape>
    </w:pict>
  </w:numPicBullet>
  <w:numPicBullet w:numPicBulletId="1">
    <w:pict>
      <v:shape id="_x0000_i1030" type="#_x0000_t75" style="width:9pt;height:9pt" o:bullet="t">
        <v:imagedata r:id="rId2" o:title="bullet2"/>
      </v:shape>
    </w:pict>
  </w:numPicBullet>
  <w:numPicBullet w:numPicBulletId="2">
    <w:pict>
      <v:shape id="_x0000_i1031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97FF7"/>
    <w:rsid w:val="000A1CF2"/>
    <w:rsid w:val="000C4E2C"/>
    <w:rsid w:val="000C586F"/>
    <w:rsid w:val="000D1B09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20166D"/>
    <w:rsid w:val="002063A2"/>
    <w:rsid w:val="00214EEB"/>
    <w:rsid w:val="00221A02"/>
    <w:rsid w:val="00235996"/>
    <w:rsid w:val="00240415"/>
    <w:rsid w:val="002453DF"/>
    <w:rsid w:val="00251D4B"/>
    <w:rsid w:val="0027353D"/>
    <w:rsid w:val="00273B22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2D3"/>
    <w:rsid w:val="003709B7"/>
    <w:rsid w:val="00386843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77A25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46961"/>
    <w:rsid w:val="00551501"/>
    <w:rsid w:val="005619C2"/>
    <w:rsid w:val="00573944"/>
    <w:rsid w:val="00583417"/>
    <w:rsid w:val="00585CD6"/>
    <w:rsid w:val="005926DA"/>
    <w:rsid w:val="00592D16"/>
    <w:rsid w:val="00594E62"/>
    <w:rsid w:val="0059671A"/>
    <w:rsid w:val="005B0EB6"/>
    <w:rsid w:val="005D6755"/>
    <w:rsid w:val="005E437E"/>
    <w:rsid w:val="005F3331"/>
    <w:rsid w:val="00605F95"/>
    <w:rsid w:val="006074A9"/>
    <w:rsid w:val="00624120"/>
    <w:rsid w:val="00625E0C"/>
    <w:rsid w:val="00627239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B374F"/>
    <w:rsid w:val="006C5181"/>
    <w:rsid w:val="006D1619"/>
    <w:rsid w:val="006D2BD9"/>
    <w:rsid w:val="006E7467"/>
    <w:rsid w:val="00716C35"/>
    <w:rsid w:val="00723DE6"/>
    <w:rsid w:val="0073457E"/>
    <w:rsid w:val="007374F2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91B8C"/>
    <w:rsid w:val="0089669C"/>
    <w:rsid w:val="00897B7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41F64"/>
    <w:rsid w:val="00944FC2"/>
    <w:rsid w:val="00957A17"/>
    <w:rsid w:val="009640D6"/>
    <w:rsid w:val="009652B1"/>
    <w:rsid w:val="00976B22"/>
    <w:rsid w:val="00980BF0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904B1"/>
    <w:rsid w:val="00D938DE"/>
    <w:rsid w:val="00DA22DB"/>
    <w:rsid w:val="00DA22FF"/>
    <w:rsid w:val="00DA3345"/>
    <w:rsid w:val="00DA53E5"/>
    <w:rsid w:val="00DC155E"/>
    <w:rsid w:val="00DC1836"/>
    <w:rsid w:val="00DC4589"/>
    <w:rsid w:val="00DE13C4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B09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7519"/>
    <w:rsid w:val="00F97632"/>
    <w:rsid w:val="00FA45C2"/>
    <w:rsid w:val="00FA5AAE"/>
    <w:rsid w:val="00FB2CA7"/>
    <w:rsid w:val="00FC0460"/>
    <w:rsid w:val="00FD30AC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A6327-5D90-4E14-B7BE-24D42625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26</TotalTime>
  <Pages>1</Pages>
  <Words>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3</cp:revision>
  <dcterms:created xsi:type="dcterms:W3CDTF">2012-03-10T13:39:00Z</dcterms:created>
  <dcterms:modified xsi:type="dcterms:W3CDTF">2012-03-10T13:40:00Z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